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0F4" w:rsidRPr="00AA5E67" w:rsidRDefault="00D610F4" w:rsidP="008F7485">
      <w:pPr>
        <w:rPr>
          <w:b/>
          <w:color w:val="000000" w:themeColor="text1"/>
          <w:lang w:val="ro-RO"/>
        </w:rPr>
      </w:pPr>
      <w:bookmarkStart w:id="0" w:name="_Hlk530944228"/>
      <w:r w:rsidRPr="00AA5E67">
        <w:rPr>
          <w:b/>
          <w:color w:val="000000" w:themeColor="text1"/>
          <w:lang w:val="ro-RO"/>
        </w:rPr>
        <w:t xml:space="preserve">ANEXA 6. </w:t>
      </w:r>
      <w:r w:rsidR="0082749A" w:rsidRPr="00AA5E67">
        <w:rPr>
          <w:b/>
          <w:color w:val="000000" w:themeColor="text1"/>
          <w:lang w:val="ro-RO"/>
        </w:rPr>
        <w:t>Domeniul CONSTRUCȚII ȘI LUCRĂRI PUBLICE/CONSTRUCȚII</w:t>
      </w:r>
      <w:bookmarkEnd w:id="0"/>
    </w:p>
    <w:p w:rsidR="002648BB" w:rsidRPr="00AA5E67" w:rsidRDefault="002648BB" w:rsidP="008F7485">
      <w:pPr>
        <w:rPr>
          <w:b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565"/>
        <w:gridCol w:w="2028"/>
        <w:gridCol w:w="3760"/>
        <w:gridCol w:w="562"/>
      </w:tblGrid>
      <w:tr w:rsidR="00C368D4" w:rsidRPr="00AA5E67" w:rsidTr="002648BB">
        <w:trPr>
          <w:trHeight w:val="20"/>
          <w:tblHeader/>
        </w:trPr>
        <w:tc>
          <w:tcPr>
            <w:tcW w:w="114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65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02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760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2648B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C368D4" w:rsidRPr="00AA5E67" w:rsidTr="002648BB">
        <w:trPr>
          <w:trHeight w:val="20"/>
          <w:tblHeader/>
        </w:trPr>
        <w:tc>
          <w:tcPr>
            <w:tcW w:w="114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565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 Construcții și lucrări publice</w:t>
            </w:r>
          </w:p>
        </w:tc>
        <w:tc>
          <w:tcPr>
            <w:tcW w:w="202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6.1. Construcții și lucrări publice/ Construcții</w:t>
            </w:r>
          </w:p>
        </w:tc>
        <w:tc>
          <w:tcPr>
            <w:tcW w:w="3760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ANEXA 6.1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2648BB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2749A" w:rsidRPr="00AA5E67" w:rsidTr="002648BB">
        <w:trPr>
          <w:trHeight w:val="20"/>
        </w:trPr>
        <w:tc>
          <w:tcPr>
            <w:tcW w:w="1147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65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028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760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Aplicații CAD</w:t>
            </w:r>
          </w:p>
        </w:tc>
        <w:tc>
          <w:tcPr>
            <w:tcW w:w="562" w:type="dxa"/>
            <w:hideMark/>
          </w:tcPr>
          <w:p w:rsidR="0082749A" w:rsidRPr="00AA5E67" w:rsidRDefault="0082749A" w:rsidP="002648BB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Bazele desenării asistate de calculator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– clasa a XI-a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– clasa a XII-a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Elemente de baza privind interfață CAD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Coordonarea execuției lucrărilor de construcții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Coordonarea lucrărilor de construcții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construcții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instalații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9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Documentația tehnico-economică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10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Echipamente și utilaje pentru prelucrarea materialelor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11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Educație antreprenorială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componente pentru realizarea construcțiilor, instalațiilor și lucrărilor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13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de construcții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14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de proiectare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15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infrastructurii construcțiilor hidrotehnice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16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infrastructurii drumurilor și podurilor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17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lucrărilor de suprastructură la construcții hidrotehnice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18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suprastructurii căilor ferate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19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Igiena, securitatea muncii și protecția mediului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20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Infrastructura căilor ferate, consolidarea și întreținerea terasamentelor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21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Întreținerea infrastructurii și suprastructurii drumurilor și podurilor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artă pentru drumuri și autostrăzi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23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 xml:space="preserve">Lucrări de finisaje și izolații 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24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pardoseli din lemn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25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trasare, sprijiniri, cofraje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26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hidrotehnice și căi de comunicații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27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hidrotehnice și de gospodărirea apelor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28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specifice de întreținere și reparații a căilor ferate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29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Managementul calității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30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de construcții și instalații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31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finisaje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hidroizolații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33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izolații termice și fonice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34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zidării și tencuieli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35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Materii prime și materiale pentru produse din lemn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36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construcții și instalații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37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construcții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38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instalații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39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Modelarea 3D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40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armăturilor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41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prefabricatelor și monolitizări între prefabricate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tâmplăriei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43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din plăci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44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și placaje din mase plastic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45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turnate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46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Placaje de faianță și pardoseli de gresie ceramică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47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Placaje din piatră naturală și produse ceramice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48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Planificarea și organizarea producției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49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Planuri pentru construcții, instalații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50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Planuri specifice pentru construcții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51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Prelucrarea materialelor pentru construcții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Prelucrarea materialului lemnos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53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Proiectare asistată de calculator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54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Proiectare CAD pentru construcții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55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Proiectare în construcții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56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Proiecte pentru construcții și lucrări publice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57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Realizarea desenelor în 2D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58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Realizarea desenelor în 3D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59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Relevee pentru construcții și lucrări publice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60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Relevee pentru instalații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61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Reparații la construcțiile hidrotehnice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Sănătatea si securitatea muncii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63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Sănătatea si securitatea muncii în construcții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64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Securitatea și sănătatea în muncă, PSI și protecția mediului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65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Sistemul energetic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66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– CDL clasa a IX-a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67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– CDL clasa a X-a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68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– Planificarea și organizarea producției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69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Structuri din lemn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70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podurilor și tunelurilor de cale ferată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71</w:t>
            </w:r>
          </w:p>
        </w:tc>
      </w:tr>
      <w:tr w:rsidR="00440306" w:rsidRPr="00AA5E67" w:rsidTr="002648BB">
        <w:trPr>
          <w:trHeight w:val="20"/>
        </w:trPr>
        <w:tc>
          <w:tcPr>
            <w:tcW w:w="1147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suprastructurii drumurilor și podurilor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72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Terasamente și căi de comunicație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73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Utilizarea aplicațiilor de tip CAD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74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Utilizarea prefabricatelor din beton armat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75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Zidării mixte, armate și complexe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76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Zidării simple din materiale diverse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77</w:t>
            </w:r>
          </w:p>
        </w:tc>
      </w:tr>
      <w:tr w:rsidR="00440306" w:rsidRPr="00AA5E67" w:rsidTr="00440306">
        <w:trPr>
          <w:trHeight w:val="20"/>
        </w:trPr>
        <w:tc>
          <w:tcPr>
            <w:tcW w:w="114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65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2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60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Zugrăveli și vopsitorii simple</w:t>
            </w:r>
          </w:p>
        </w:tc>
        <w:tc>
          <w:tcPr>
            <w:tcW w:w="562" w:type="dxa"/>
            <w:hideMark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78</w:t>
            </w:r>
          </w:p>
        </w:tc>
      </w:tr>
    </w:tbl>
    <w:p w:rsidR="00440306" w:rsidRPr="00AA5E67" w:rsidRDefault="00440306">
      <w:pPr>
        <w:rPr>
          <w:color w:val="000000" w:themeColor="text1"/>
        </w:rPr>
      </w:pPr>
    </w:p>
    <w:p w:rsidR="0082749A" w:rsidRPr="00AA5E67" w:rsidRDefault="0082749A" w:rsidP="008F7485">
      <w:pPr>
        <w:rPr>
          <w:color w:val="000000" w:themeColor="text1"/>
          <w:lang w:val="ro-RO"/>
        </w:rPr>
      </w:pPr>
      <w:r w:rsidRPr="00AA5E67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554"/>
        <w:gridCol w:w="2018"/>
        <w:gridCol w:w="3711"/>
        <w:gridCol w:w="562"/>
      </w:tblGrid>
      <w:tr w:rsidR="00C368D4" w:rsidRPr="00AA5E67" w:rsidTr="002648BB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4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01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7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2648B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C368D4" w:rsidRPr="00AA5E67" w:rsidTr="002648BB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554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 Construcții și lucrări publice</w:t>
            </w:r>
          </w:p>
        </w:tc>
        <w:tc>
          <w:tcPr>
            <w:tcW w:w="201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6.1. Construcții și lucrări publice/ Construcții</w:t>
            </w:r>
          </w:p>
        </w:tc>
        <w:tc>
          <w:tcPr>
            <w:tcW w:w="37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ANEXA 6.1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2648BB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2749A" w:rsidRPr="00AA5E67" w:rsidTr="002648BB">
        <w:trPr>
          <w:trHeight w:val="20"/>
        </w:trPr>
        <w:tc>
          <w:tcPr>
            <w:tcW w:w="1217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4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018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Accesorii pentru tâmplăria din aluminiu și mase plastic</w:t>
            </w:r>
          </w:p>
        </w:tc>
        <w:tc>
          <w:tcPr>
            <w:tcW w:w="562" w:type="dxa"/>
            <w:hideMark/>
          </w:tcPr>
          <w:p w:rsidR="0082749A" w:rsidRPr="00AA5E67" w:rsidRDefault="0082749A" w:rsidP="002648BB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</w:t>
            </w:r>
          </w:p>
        </w:tc>
      </w:tr>
      <w:tr w:rsidR="0082749A" w:rsidRPr="00AA5E67" w:rsidTr="002648BB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Acoperișuri tip șarpantă</w:t>
            </w:r>
          </w:p>
        </w:tc>
        <w:tc>
          <w:tcPr>
            <w:tcW w:w="562" w:type="dxa"/>
            <w:hideMark/>
          </w:tcPr>
          <w:p w:rsidR="0082749A" w:rsidRPr="00AA5E67" w:rsidRDefault="0082749A" w:rsidP="002648BB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</w:t>
            </w:r>
          </w:p>
        </w:tc>
      </w:tr>
      <w:tr w:rsidR="0082749A" w:rsidRPr="00AA5E67" w:rsidTr="002648BB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Cofraje pentru elemente din beton și beton armat</w:t>
            </w:r>
          </w:p>
        </w:tc>
        <w:tc>
          <w:tcPr>
            <w:tcW w:w="562" w:type="dxa"/>
            <w:hideMark/>
          </w:tcPr>
          <w:p w:rsidR="0082749A" w:rsidRPr="00AA5E67" w:rsidRDefault="0082749A" w:rsidP="002648BB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</w:t>
            </w:r>
          </w:p>
        </w:tc>
      </w:tr>
      <w:tr w:rsidR="0082749A" w:rsidRPr="00AA5E67" w:rsidTr="002648BB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Componentele structurilor metalice</w:t>
            </w:r>
          </w:p>
        </w:tc>
        <w:tc>
          <w:tcPr>
            <w:tcW w:w="562" w:type="dxa"/>
            <w:hideMark/>
          </w:tcPr>
          <w:p w:rsidR="0082749A" w:rsidRPr="00AA5E67" w:rsidRDefault="0082749A" w:rsidP="002648BB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</w:t>
            </w:r>
          </w:p>
        </w:tc>
      </w:tr>
      <w:tr w:rsidR="0082749A" w:rsidRPr="00AA5E67" w:rsidTr="002648BB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construcții și lucrări publice</w:t>
            </w:r>
          </w:p>
        </w:tc>
        <w:tc>
          <w:tcPr>
            <w:tcW w:w="562" w:type="dxa"/>
            <w:hideMark/>
          </w:tcPr>
          <w:p w:rsidR="0082749A" w:rsidRPr="00AA5E67" w:rsidRDefault="0082749A" w:rsidP="002648BB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</w:t>
            </w:r>
          </w:p>
        </w:tc>
      </w:tr>
      <w:tr w:rsidR="00440306" w:rsidRPr="00AA5E67" w:rsidTr="002648BB">
        <w:trPr>
          <w:trHeight w:val="20"/>
        </w:trPr>
        <w:tc>
          <w:tcPr>
            <w:tcW w:w="1217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instalații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Echipamente si utilaje pentru prelucrarea materialelor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Educație antreprenorială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AA5E67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 xml:space="preserve">Elemente componente pentru realizarea construcțiilor, instalațiilor </w:t>
            </w:r>
            <w:r w:rsidR="00AA5E67" w:rsidRPr="00AA5E67">
              <w:rPr>
                <w:color w:val="000000" w:themeColor="text1"/>
                <w:lang w:val="ro-RO"/>
              </w:rPr>
              <w:t>ș</w:t>
            </w:r>
            <w:r w:rsidRPr="00AA5E67">
              <w:rPr>
                <w:color w:val="000000" w:themeColor="text1"/>
                <w:lang w:val="ro-RO"/>
              </w:rPr>
              <w:t>i lucrărilor publice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9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de construcții și solicitări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10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Executarea săpăturilor, sprijinirilor simple și a elementelor din beton armat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11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Funcționarea infrastructurii feroviare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12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hidrofuge, antiacide și de protecție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13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termice si fonice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14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aducțiuni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15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armare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16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betonare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17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cofrare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18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fasonare a armăturilor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19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ipsoserii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20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trasare, sprijiniri, cofraje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21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zugrăveli, vopsitorii și tapete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22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finisaje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23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lucrări de izolații aferente clădirilor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24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lucrări de placaje și pardoseli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25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lucrări de zugrăveli, ipsoserii, vopsitorii și tapete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26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zidarii si tencuieli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27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construcții și lucrări publice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28</w:t>
            </w:r>
          </w:p>
        </w:tc>
      </w:tr>
      <w:tr w:rsidR="00440306" w:rsidRPr="00AA5E67" w:rsidTr="002648BB">
        <w:trPr>
          <w:trHeight w:val="20"/>
        </w:trPr>
        <w:tc>
          <w:tcPr>
            <w:tcW w:w="1217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instalații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29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Mentenanța construcțiilor hidrotehnice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30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Mentenanța infrastructurii și suprastructurii căii ferate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31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Mentenanță la drumuri, poduri și alte lucrări de artă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32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armăturilor în elementele de construcții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33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prefabricatelor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34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spațială a structurilor metalice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35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tâmplăriei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36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tâmplăriei din aluminiu și mase plastice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37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din lemn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38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la clădiri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39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Placaje la clădiri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40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izolații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41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placaje și pardoseli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42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zugrăveli, vopsitorii, tapete și ipsoserii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43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Prelucrarea materialelor pentru construcții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44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Reabilitarea termică a clădirilor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45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Resurse energetice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46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practica - CDL clasa a X-a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47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practica CDL clasa a IX-a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48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practica CDL clasa a XI-a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49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Subansamblurile construcțiilor metalice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50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Tâmplării din lemn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51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Tehnologia infrastructurii căii ferate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52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Tehnologia suprastructurii căii ferate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53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drumurilor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54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podurilor și a altor lucrări de artă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55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podurilor și tunelurilor de cale ferată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56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la construcții hidrotehnice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57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Tencuieli simple și decorative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58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Terasamente și căi de comunicație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59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Transportul și manipularea prefabricatelor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60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Trasarea lucrărilor de construcții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61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Utilizarea prefabricatelor din beton armat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62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Zidarii mixte, armate si complexe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63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Zidării de complexitate medie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64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Zidării simple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65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Zidirea cuptoarelor metalurgice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66</w:t>
            </w:r>
          </w:p>
        </w:tc>
      </w:tr>
      <w:tr w:rsidR="00440306" w:rsidRPr="00AA5E67" w:rsidTr="00440306">
        <w:trPr>
          <w:trHeight w:val="20"/>
        </w:trPr>
        <w:tc>
          <w:tcPr>
            <w:tcW w:w="1217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440306" w:rsidRPr="00AA5E67" w:rsidRDefault="00440306" w:rsidP="00440306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Zidirea utilajelor de turnare</w:t>
            </w:r>
          </w:p>
        </w:tc>
        <w:tc>
          <w:tcPr>
            <w:tcW w:w="562" w:type="dxa"/>
          </w:tcPr>
          <w:p w:rsidR="00440306" w:rsidRPr="00AA5E67" w:rsidRDefault="00440306" w:rsidP="00440306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67</w:t>
            </w:r>
          </w:p>
        </w:tc>
      </w:tr>
    </w:tbl>
    <w:p w:rsidR="00440306" w:rsidRPr="00AA5E67" w:rsidRDefault="00440306">
      <w:pPr>
        <w:rPr>
          <w:color w:val="000000" w:themeColor="text1"/>
        </w:rPr>
      </w:pPr>
    </w:p>
    <w:p w:rsidR="0082749A" w:rsidRPr="00AA5E67" w:rsidRDefault="0082749A" w:rsidP="008F7485">
      <w:pPr>
        <w:rPr>
          <w:color w:val="000000" w:themeColor="text1"/>
          <w:lang w:val="ro-RO"/>
        </w:rPr>
      </w:pPr>
    </w:p>
    <w:p w:rsidR="0082749A" w:rsidRPr="00AA5E67" w:rsidRDefault="0082749A" w:rsidP="008F7485">
      <w:pPr>
        <w:rPr>
          <w:color w:val="000000" w:themeColor="text1"/>
          <w:lang w:val="ro-RO"/>
        </w:rPr>
      </w:pPr>
      <w:r w:rsidRPr="00AA5E67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554"/>
        <w:gridCol w:w="2018"/>
        <w:gridCol w:w="3711"/>
        <w:gridCol w:w="562"/>
      </w:tblGrid>
      <w:tr w:rsidR="00C368D4" w:rsidRPr="00AA5E67" w:rsidTr="0089282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4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01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7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C368D4" w:rsidRPr="00AA5E67" w:rsidTr="0089282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554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 Construcții și lucrări publice</w:t>
            </w:r>
          </w:p>
        </w:tc>
        <w:tc>
          <w:tcPr>
            <w:tcW w:w="201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6.1. Construcții și lucrări publice/ Construcții</w:t>
            </w:r>
          </w:p>
        </w:tc>
        <w:tc>
          <w:tcPr>
            <w:tcW w:w="37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ANEXA 6.1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4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018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Accesorii pentru tâmplăria din aluminiu și mase plastice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Acoperișuri tip șarpantă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Cofraje pentru elemente de beton și beton armat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Componentele structurilor metalice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Confecționarea armăturilor pentru elemente de beton armat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Confecționarea elementelor prefabricate din beton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Depozitarea, ambalarea și livrarea cimentului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infrastructurii construcțiilor hidrotehnice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infrastructurii drumurilor și podurilor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9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lucrărilor de suprastructură la construcții hidrotehnice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10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Execuția suprastructurii căilor ferate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11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Fabricarea varului și a ipsosului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12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Funcționarea infrastructurii feroviare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13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Infrastructura căilor ferate, consolidarea și întreținerea terasamentelor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14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Infrastructura feroviară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15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hidrofuge, antiacide și de protecție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16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termice și fonice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17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Întreținerea infrastructurii și suprastructurii drumurilor și podurilor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18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aducțiuni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19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armare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20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artă pentru drumuri și autostrăzi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21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beton și beton armat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22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betonare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23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cofrare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24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fasonare a armăturilor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25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fundații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26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ipsoserii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27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pardoseli din lemn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28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trasare și sprijiniri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29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zugrăveli vopsitorii și tapete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30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specifice de întreținere și reparații a căilor ferate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31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Lucrărilor hidrotehnice de gospodărirea apelor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32</w:t>
            </w:r>
          </w:p>
        </w:tc>
      </w:tr>
      <w:tr w:rsidR="00947BFE" w:rsidRPr="00AA5E67" w:rsidTr="0089282E">
        <w:trPr>
          <w:trHeight w:val="20"/>
        </w:trPr>
        <w:tc>
          <w:tcPr>
            <w:tcW w:w="1217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lucrări de izolații aferente clădirilor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33</w:t>
            </w:r>
          </w:p>
        </w:tc>
      </w:tr>
      <w:tr w:rsidR="00947BFE" w:rsidRPr="00AA5E67" w:rsidTr="0089282E">
        <w:trPr>
          <w:trHeight w:val="20"/>
        </w:trPr>
        <w:tc>
          <w:tcPr>
            <w:tcW w:w="1217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lucrări de placaje și pardoseli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34</w:t>
            </w:r>
          </w:p>
        </w:tc>
      </w:tr>
      <w:tr w:rsidR="00947BFE" w:rsidRPr="00AA5E67" w:rsidTr="0089282E">
        <w:trPr>
          <w:trHeight w:val="20"/>
        </w:trPr>
        <w:tc>
          <w:tcPr>
            <w:tcW w:w="1217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lucrări de zugrăveli, ipsoserii, vopsitorii și tapete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35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zidării și tencuieli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36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Mentenanța construcțiilor hidrotehnice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37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Mentenanța infrastructurii și suprastructurii căii ferate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38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Mentenanța la drumuri, poduri și alte lucrări de artă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39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Monolitizări între elemente prefabricate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40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armăturilor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41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armăturilor în elementele de construcții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42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prefabricatelor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43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spațială a structurilor metalice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44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și ambalarea produselor din lemn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45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tâmplăriei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46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 tâmplăriei din aluminiu și mase plastice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47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Panouri placate și rame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48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din lemn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49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din plăci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50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la clădiri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51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și placaje din mase plastic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52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Pardoseli turnate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53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Placaje din piatră naturală și produse ceramice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54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Placaje la clădiri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55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izolații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56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placaje și pardoseli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57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zugrăveli, vopsitorii, tapete și ipsoserii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58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Prelucrarea materialului lemnos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59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Prelucrarea mecanica a elementelor din lemn masiv și a panourilor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60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Reabilitatea termica a clădirilor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61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Reparații la construcții hidrotehnice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62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Resurse energetice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63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– CDL clasa a IX-a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64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CDL clasa a X-a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65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- CDL clasa a XI-a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66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Subansamblurile construcțiilor metalice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67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Tâmplării din lemn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68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Tehnologia de execuție a drumurilor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69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Tehnologia de execuție a podurilor și a altor lucrări de artă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70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Tehnologia finisării produselor din lemn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71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Tehnologia infrastructurii căii ferate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72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Tehnologia suprastructurii căii ferate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73</w:t>
            </w:r>
          </w:p>
        </w:tc>
      </w:tr>
      <w:tr w:rsidR="00947BFE" w:rsidRPr="00AA5E67" w:rsidTr="0089282E">
        <w:trPr>
          <w:trHeight w:val="20"/>
        </w:trPr>
        <w:tc>
          <w:tcPr>
            <w:tcW w:w="1217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drumurilor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74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podurilor și tunelurilor de cale ferată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75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a suprastructurii drumurilor și podurilor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76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de execuție la construcții hidrotehnice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77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Tencuieli simple și decorative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78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Transportul și manipularea prefabricatelor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79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Trasarea lucrărilor de construcții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80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Utilizarea prefabricatelor din beton armat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81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Zidării de complexitate medie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82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Zidării simple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83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Zidării mixte, armate și complexe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84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Zidirea cuptoarelor metalurgice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85</w:t>
            </w:r>
          </w:p>
        </w:tc>
      </w:tr>
      <w:tr w:rsidR="00947BFE" w:rsidRPr="00AA5E67" w:rsidTr="00947BFE">
        <w:trPr>
          <w:trHeight w:val="20"/>
        </w:trPr>
        <w:tc>
          <w:tcPr>
            <w:tcW w:w="1217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4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8" w:type="dxa"/>
            <w:vMerge/>
            <w:hideMark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11" w:type="dxa"/>
          </w:tcPr>
          <w:p w:rsidR="00947BFE" w:rsidRPr="00AA5E67" w:rsidRDefault="00947BFE" w:rsidP="00947BFE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Zidirea utilajelor de turnare</w:t>
            </w:r>
          </w:p>
        </w:tc>
        <w:tc>
          <w:tcPr>
            <w:tcW w:w="562" w:type="dxa"/>
          </w:tcPr>
          <w:p w:rsidR="00947BFE" w:rsidRPr="00AA5E67" w:rsidRDefault="00947BFE" w:rsidP="00947BF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86</w:t>
            </w:r>
          </w:p>
        </w:tc>
      </w:tr>
    </w:tbl>
    <w:p w:rsidR="0082749A" w:rsidRPr="00AA5E67" w:rsidRDefault="0082749A" w:rsidP="008F7485">
      <w:pPr>
        <w:rPr>
          <w:color w:val="000000" w:themeColor="text1"/>
          <w:lang w:val="ro-RO"/>
        </w:rPr>
      </w:pPr>
    </w:p>
    <w:p w:rsidR="0082749A" w:rsidRPr="00AA5E67" w:rsidRDefault="0082749A" w:rsidP="008F7485">
      <w:pPr>
        <w:rPr>
          <w:color w:val="000000" w:themeColor="text1"/>
          <w:lang w:val="ro-RO"/>
        </w:rPr>
      </w:pPr>
      <w:r w:rsidRPr="00AA5E67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14"/>
        <w:gridCol w:w="1547"/>
        <w:gridCol w:w="2011"/>
        <w:gridCol w:w="3728"/>
        <w:gridCol w:w="562"/>
      </w:tblGrid>
      <w:tr w:rsidR="00AA5E67" w:rsidRPr="00AA5E67" w:rsidTr="0089282E">
        <w:trPr>
          <w:trHeight w:val="20"/>
          <w:tblHeader/>
        </w:trPr>
        <w:tc>
          <w:tcPr>
            <w:tcW w:w="1214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4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0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72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Discipline din profilul postului/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Nr.crt.</w:t>
            </w:r>
          </w:p>
        </w:tc>
      </w:tr>
      <w:tr w:rsidR="00AA5E67" w:rsidRPr="00AA5E67" w:rsidTr="0089282E">
        <w:trPr>
          <w:trHeight w:val="20"/>
          <w:tblHeader/>
        </w:trPr>
        <w:tc>
          <w:tcPr>
            <w:tcW w:w="1214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54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 Construcții și lucrări publice</w:t>
            </w:r>
          </w:p>
        </w:tc>
        <w:tc>
          <w:tcPr>
            <w:tcW w:w="20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6.2. Construcții și lucrări publice/ Instalații pentru construcții</w:t>
            </w:r>
          </w:p>
        </w:tc>
        <w:tc>
          <w:tcPr>
            <w:tcW w:w="3728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ANEXA 6.2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 w:val="restart"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47" w:type="dxa"/>
            <w:vMerge w:val="restart"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011" w:type="dxa"/>
            <w:vMerge w:val="restart"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728" w:type="dxa"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Aplicații CAD</w:t>
            </w:r>
          </w:p>
        </w:tc>
        <w:tc>
          <w:tcPr>
            <w:tcW w:w="562" w:type="dxa"/>
            <w:hideMark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</w:t>
            </w:r>
          </w:p>
        </w:tc>
      </w:tr>
      <w:tr w:rsidR="005E2382" w:rsidRPr="00AA5E67" w:rsidTr="005E2382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Asigurarea calității</w:t>
            </w:r>
          </w:p>
        </w:tc>
        <w:tc>
          <w:tcPr>
            <w:tcW w:w="562" w:type="dxa"/>
            <w:hideMark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</w:t>
            </w:r>
          </w:p>
        </w:tc>
      </w:tr>
      <w:tr w:rsidR="005E2382" w:rsidRPr="00AA5E67" w:rsidTr="005E2382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Automatizarea sistemelor de acționare electrică</w:t>
            </w:r>
          </w:p>
        </w:tc>
        <w:tc>
          <w:tcPr>
            <w:tcW w:w="562" w:type="dxa"/>
            <w:hideMark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</w:t>
            </w:r>
          </w:p>
        </w:tc>
      </w:tr>
      <w:tr w:rsidR="005E2382" w:rsidRPr="00AA5E67" w:rsidTr="005E2382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clasa a XI-a</w:t>
            </w:r>
          </w:p>
        </w:tc>
        <w:tc>
          <w:tcPr>
            <w:tcW w:w="562" w:type="dxa"/>
            <w:hideMark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clasa a XII-a</w:t>
            </w:r>
          </w:p>
        </w:tc>
        <w:tc>
          <w:tcPr>
            <w:tcW w:w="562" w:type="dxa"/>
            <w:hideMark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Coordonarea execuției lucrărilor de construcții</w:t>
            </w:r>
          </w:p>
        </w:tc>
        <w:tc>
          <w:tcPr>
            <w:tcW w:w="562" w:type="dxa"/>
            <w:hideMark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</w:t>
            </w: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Coordonarea lucariilor de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Dimensionarea instalațiilor electrice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Transportul și distribuția energiei electrice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9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Componentele echipamentelor electrice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10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construcții și lucrări publice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11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12</w:t>
            </w:r>
          </w:p>
        </w:tc>
      </w:tr>
      <w:tr w:rsidR="005E2382" w:rsidRPr="00AA5E67" w:rsidTr="005E2382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Documentația tehnico-economică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13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Echipamente și utilaje pentru prelucrarea materialelor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14</w:t>
            </w: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Electrotehnică și măsurări tehnice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15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componente pentru realizarea construcțiilor, instalațiilor și lucrărilor publice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16</w:t>
            </w:r>
          </w:p>
        </w:tc>
      </w:tr>
      <w:tr w:rsidR="005E2382" w:rsidRPr="00AA5E67" w:rsidTr="00440306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de proiectare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17</w:t>
            </w:r>
          </w:p>
        </w:tc>
      </w:tr>
      <w:tr w:rsidR="005E2382" w:rsidRPr="00AA5E67" w:rsidTr="00440306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Exploatarea instalațiilor electrice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18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electrice speciale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19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20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instalații de gaze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21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instalații de încălzire centrală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22</w:t>
            </w:r>
          </w:p>
        </w:tc>
      </w:tr>
      <w:tr w:rsidR="005E2382" w:rsidRPr="00AA5E67" w:rsidTr="005E2382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instalații de ventilare și condiționare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23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Mașini și aparate electrice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24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Măsurarea mărimilor tehnice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25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Măsurări electrice în curent alternativ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26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Măsurări electrice în curent continuu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27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Măsurări tehnice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28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construcții și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29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construcții și lucrări publice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30</w:t>
            </w:r>
          </w:p>
        </w:tc>
      </w:tr>
      <w:tr w:rsidR="005E2382" w:rsidRPr="00AA5E67" w:rsidTr="005E2382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Monitorizarea lucrărilor de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31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Planificarea producției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32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Planificarea și organizarea producției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33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Planuri pentru construcții, instalații și lucrări publice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34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 practică comasată - CDL, clasa a X-a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35</w:t>
            </w: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Proiectare CAD pentru construcții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36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Proiectare în construcții și lucrări publice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37</w:t>
            </w: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Proiectare în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38</w:t>
            </w:r>
          </w:p>
        </w:tc>
      </w:tr>
      <w:tr w:rsidR="005E2382" w:rsidRPr="00AA5E67" w:rsidTr="00440306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Proiecte pentru construcții și lucrări publice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39</w:t>
            </w:r>
          </w:p>
        </w:tc>
      </w:tr>
      <w:tr w:rsidR="005E2382" w:rsidRPr="00AA5E67" w:rsidTr="00440306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Proiecte pentru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40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Realizarea desenelor în 2D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41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Realizarea desenelor în 3D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42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Recepții lucrărilor de  construcții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43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Recepționarea lucrărilor de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44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Sănătatea și securitatea muncii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45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Sisteme de acționare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46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Sisteme de acționare electrică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47</w:t>
            </w:r>
          </w:p>
        </w:tc>
      </w:tr>
      <w:tr w:rsidR="005E2382" w:rsidRPr="00AA5E67" w:rsidTr="002761FC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Aplicarea proiectelor specific lucrărilor de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48</w:t>
            </w:r>
          </w:p>
        </w:tc>
      </w:tr>
      <w:tr w:rsidR="005E2382" w:rsidRPr="00AA5E67" w:rsidTr="002761FC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CDL, clasa a IX-a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49</w:t>
            </w:r>
          </w:p>
        </w:tc>
      </w:tr>
      <w:tr w:rsidR="005E2382" w:rsidRPr="00AA5E67" w:rsidTr="00AA5E67">
        <w:trPr>
          <w:trHeight w:val="93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CDL, clasa     a X-a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50</w:t>
            </w:r>
          </w:p>
        </w:tc>
      </w:tr>
      <w:tr w:rsidR="005E2382" w:rsidRPr="00AA5E67" w:rsidTr="00FC36B8">
        <w:trPr>
          <w:trHeight w:val="93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Lucrări hidrotehnice și căi de comunicații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51</w:t>
            </w:r>
          </w:p>
        </w:tc>
      </w:tr>
      <w:tr w:rsidR="005E2382" w:rsidRPr="00AA5E67" w:rsidTr="00FC36B8">
        <w:trPr>
          <w:trHeight w:val="93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Relevee pentru instalații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52</w:t>
            </w:r>
          </w:p>
        </w:tc>
      </w:tr>
      <w:tr w:rsidR="005E2382" w:rsidRPr="00AA5E67" w:rsidTr="00FC36B8">
        <w:trPr>
          <w:trHeight w:val="93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 xml:space="preserve">Stagiu de pregătire practică – Detectarea defectelor 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53</w:t>
            </w: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- Dimensionarea instalațiilor electrice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54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 xml:space="preserve">Stagiu de pregătire practică - Întreținerea instalațiilor și echipamentelor electrice 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55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 xml:space="preserve">Stagiu de pregătire practică – Întreținere </w:t>
            </w:r>
          </w:p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planificată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56</w:t>
            </w: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- Planificarea și organizarea producției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57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– Sistemul energetic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58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Surse regenerabile de energie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59</w:t>
            </w:r>
          </w:p>
        </w:tc>
      </w:tr>
      <w:tr w:rsidR="005E2382" w:rsidRPr="00AA5E67" w:rsidTr="0089282E">
        <w:trPr>
          <w:trHeight w:val="20"/>
        </w:trPr>
        <w:tc>
          <w:tcPr>
            <w:tcW w:w="1214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generale în electrotehnică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60</w:t>
            </w:r>
          </w:p>
        </w:tc>
      </w:tr>
      <w:tr w:rsidR="005E2382" w:rsidRPr="00AA5E67" w:rsidTr="00AA5E67">
        <w:trPr>
          <w:trHeight w:val="20"/>
        </w:trPr>
        <w:tc>
          <w:tcPr>
            <w:tcW w:w="1214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7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8" w:type="dxa"/>
          </w:tcPr>
          <w:p w:rsidR="005E2382" w:rsidRPr="00AA5E67" w:rsidRDefault="005E2382" w:rsidP="005E2382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Utilizarea aplicațiilor de tip CAD</w:t>
            </w:r>
          </w:p>
        </w:tc>
        <w:tc>
          <w:tcPr>
            <w:tcW w:w="562" w:type="dxa"/>
          </w:tcPr>
          <w:p w:rsidR="005E2382" w:rsidRPr="00AA5E67" w:rsidRDefault="005E2382" w:rsidP="005E2382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61</w:t>
            </w:r>
          </w:p>
        </w:tc>
      </w:tr>
    </w:tbl>
    <w:p w:rsidR="00AA5E67" w:rsidRPr="00AA5E67" w:rsidRDefault="00AA5E67">
      <w:pPr>
        <w:rPr>
          <w:color w:val="000000" w:themeColor="text1"/>
        </w:rPr>
      </w:pPr>
    </w:p>
    <w:p w:rsidR="0082749A" w:rsidRPr="00AA5E67" w:rsidRDefault="0082749A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p w:rsidR="00AA5E67" w:rsidRDefault="00AA5E67" w:rsidP="008F7485">
      <w:pPr>
        <w:rPr>
          <w:color w:val="000000" w:themeColor="text1"/>
          <w:lang w:val="ro-RO"/>
        </w:rPr>
      </w:pPr>
    </w:p>
    <w:p w:rsidR="005E2382" w:rsidRPr="00AA5E67" w:rsidRDefault="005E2382" w:rsidP="008F7485">
      <w:pPr>
        <w:rPr>
          <w:color w:val="000000" w:themeColor="text1"/>
          <w:lang w:val="ro-RO"/>
        </w:rPr>
      </w:pPr>
    </w:p>
    <w:p w:rsidR="00AA5E67" w:rsidRPr="00AA5E67" w:rsidRDefault="00AA5E67" w:rsidP="008F7485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17"/>
        <w:gridCol w:w="1546"/>
        <w:gridCol w:w="2011"/>
        <w:gridCol w:w="3726"/>
        <w:gridCol w:w="562"/>
      </w:tblGrid>
      <w:tr w:rsidR="00C368D4" w:rsidRPr="00AA5E67" w:rsidTr="0089282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4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0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72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Discipline din profilul postului/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Nr.crt.</w:t>
            </w:r>
          </w:p>
        </w:tc>
      </w:tr>
      <w:tr w:rsidR="00C368D4" w:rsidRPr="00AA5E67" w:rsidTr="0089282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54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 Construcții și lucrări publice</w:t>
            </w:r>
          </w:p>
        </w:tc>
        <w:tc>
          <w:tcPr>
            <w:tcW w:w="20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6.2. Construcții și lucrări publice/ Instalații pentru construcții</w:t>
            </w:r>
          </w:p>
        </w:tc>
        <w:tc>
          <w:tcPr>
            <w:tcW w:w="372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ANEXA 6.2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46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011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Ansamble și subansamble de ventilare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</w:t>
            </w:r>
          </w:p>
        </w:tc>
      </w:tr>
      <w:tr w:rsidR="0034138D" w:rsidRPr="00AA5E67" w:rsidTr="0089282E">
        <w:trPr>
          <w:trHeight w:val="20"/>
        </w:trPr>
        <w:tc>
          <w:tcPr>
            <w:tcW w:w="1217" w:type="dxa"/>
            <w:vMerge/>
          </w:tcPr>
          <w:p w:rsidR="0034138D" w:rsidRPr="00AA5E67" w:rsidRDefault="0034138D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</w:tcPr>
          <w:p w:rsidR="0034138D" w:rsidRPr="00AA5E67" w:rsidRDefault="0034138D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34138D" w:rsidRPr="00AA5E67" w:rsidRDefault="0034138D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</w:tcPr>
          <w:p w:rsidR="0034138D" w:rsidRPr="00AA5E67" w:rsidRDefault="0034138D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Aparate electrice</w:t>
            </w:r>
          </w:p>
        </w:tc>
        <w:tc>
          <w:tcPr>
            <w:tcW w:w="562" w:type="dxa"/>
          </w:tcPr>
          <w:p w:rsidR="0034138D" w:rsidRPr="00AA5E67" w:rsidRDefault="002761FC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</w:t>
            </w:r>
          </w:p>
        </w:tc>
      </w:tr>
      <w:tr w:rsidR="002761FC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Aparate și utilaje de încălzire a agentului termic</w:t>
            </w:r>
          </w:p>
        </w:tc>
        <w:tc>
          <w:tcPr>
            <w:tcW w:w="562" w:type="dxa"/>
            <w:hideMark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</w:t>
            </w:r>
          </w:p>
        </w:tc>
      </w:tr>
      <w:tr w:rsidR="002761FC" w:rsidRPr="00AA5E67" w:rsidTr="0089282E">
        <w:trPr>
          <w:trHeight w:val="20"/>
        </w:trPr>
        <w:tc>
          <w:tcPr>
            <w:tcW w:w="1217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Aparate și utilaje de preparare a agentului termic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Aparate și utilaje de ventilare a aerului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Aplicații CAD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Canale de ventilare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CDL - clasa a XI-a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Componentele echipamentelor electrice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9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construcții și lucrări publice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10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Desen pentru instalații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11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Detectarea defectelor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12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Diagnosticarea defectelor instalațiilor de gaze naturale și remedierea lor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13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Echipamente și utilaje pentru prelucrarea materialelor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14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Electrotehnică și măsurări tehnice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15</w:t>
            </w:r>
          </w:p>
        </w:tc>
      </w:tr>
      <w:tr w:rsidR="002761FC" w:rsidRPr="00AA5E67" w:rsidTr="0089282E">
        <w:trPr>
          <w:trHeight w:val="20"/>
        </w:trPr>
        <w:tc>
          <w:tcPr>
            <w:tcW w:w="1217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componente pentru realizarea construcțiilor, instalațiilor și lucrărilor publice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16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Elemente de instalații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17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Exploatarea și întreținerea instalațiilor de gaze naturale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18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de condiționarea a aerului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19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electrice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20</w:t>
            </w:r>
          </w:p>
        </w:tc>
      </w:tr>
      <w:tr w:rsidR="002761FC" w:rsidRPr="00AA5E67" w:rsidTr="0089282E">
        <w:trPr>
          <w:trHeight w:val="20"/>
        </w:trPr>
        <w:tc>
          <w:tcPr>
            <w:tcW w:w="1217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electrice pentru panouri solare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21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electrice speciale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22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electrice specifice construcțiilor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23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exterioare de alimentare cu apă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24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exterioare și interioare de canalizare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25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frigorifice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26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interioare de alimentare cu apă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27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interioare de gaze naturale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28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interioare de încălzire centrală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29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hidrofuge, antiacide și de protecție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30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termice și fonice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31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instalații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32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întreținere în instalațiile frigorifice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33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Mașini electrice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34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Materiale pentru lucrări de izolații aferente clădirilor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35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Măsurări electrice în curent alternative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36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Măsurări electrice în curent continuu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37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Măsurări tehnice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38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construcții și lucrări publice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39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Măsurători în instalații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40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Monitorizarea instalațiilor și echipamentelor energetice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41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Monitorizarea lucrărilor de instalații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42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Montarea, pornirea și oprirea instalațiilor frigorifice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43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Planuri pentru construcții, instalații și lucrări publice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44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izolații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45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Punerea în funcțiune și reglajul instalațiilor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46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Realizarea desenelor în 2D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47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Repararea instalațiilor frigorifice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48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Resurse energetice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49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Rețele de transport a agentului termic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50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Rețele exterioare de gaze naturale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51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Sănătatea și securitatea muncii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52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Sisteme de acționare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53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Sisteme de automatizare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54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Aplicarea proiectelor specifice lucrărilor de instalații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55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Stagii de pregătire practică - CDL, clasa a IX-a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56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- CDL, clasa a X-a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57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- Întreținerea mașinilor electrice, instalațiilor și echipamentelor energetice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58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- Mașini electrice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59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Stagiu de pregătire practică - Relevee pentru instalații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60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generale în electrotehnică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61</w:t>
            </w:r>
          </w:p>
        </w:tc>
      </w:tr>
      <w:tr w:rsidR="002761FC" w:rsidRPr="00AA5E67" w:rsidTr="002761FC">
        <w:trPr>
          <w:trHeight w:val="20"/>
        </w:trPr>
        <w:tc>
          <w:tcPr>
            <w:tcW w:w="1217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2761FC" w:rsidRPr="00AA5E67" w:rsidRDefault="002761FC" w:rsidP="002761FC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moderne de sudură din domeniul instalațiilor de gaze naturale</w:t>
            </w:r>
          </w:p>
        </w:tc>
        <w:tc>
          <w:tcPr>
            <w:tcW w:w="562" w:type="dxa"/>
          </w:tcPr>
          <w:p w:rsidR="002761FC" w:rsidRPr="00AA5E67" w:rsidRDefault="002761FC" w:rsidP="002761FC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62</w:t>
            </w:r>
          </w:p>
        </w:tc>
      </w:tr>
    </w:tbl>
    <w:p w:rsidR="0082749A" w:rsidRPr="00AA5E67" w:rsidRDefault="0082749A" w:rsidP="008F7485">
      <w:pPr>
        <w:rPr>
          <w:color w:val="000000" w:themeColor="text1"/>
          <w:lang w:val="ro-RO"/>
        </w:rPr>
      </w:pPr>
    </w:p>
    <w:p w:rsidR="0082749A" w:rsidRPr="00AA5E67" w:rsidRDefault="0082749A" w:rsidP="008F7485">
      <w:pPr>
        <w:rPr>
          <w:color w:val="000000" w:themeColor="text1"/>
          <w:lang w:val="ro-RO"/>
        </w:rPr>
      </w:pPr>
      <w:r w:rsidRPr="00AA5E67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545"/>
        <w:gridCol w:w="2010"/>
        <w:gridCol w:w="3722"/>
        <w:gridCol w:w="794"/>
      </w:tblGrid>
      <w:tr w:rsidR="00C368D4" w:rsidRPr="00AA5E67" w:rsidTr="0089282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4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0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72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Discipline din profilul postului/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Nr.crt.</w:t>
            </w:r>
          </w:p>
        </w:tc>
      </w:tr>
      <w:tr w:rsidR="00C368D4" w:rsidRPr="00AA5E67" w:rsidTr="0089282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54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 Construcții și lucrări publice</w:t>
            </w:r>
          </w:p>
        </w:tc>
        <w:tc>
          <w:tcPr>
            <w:tcW w:w="2011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6.2. Construcții și lucrări publice/ Instalații pentru construcții</w:t>
            </w:r>
          </w:p>
        </w:tc>
        <w:tc>
          <w:tcPr>
            <w:tcW w:w="3726" w:type="dxa"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F7485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A5E67">
              <w:rPr>
                <w:b/>
                <w:color w:val="000000" w:themeColor="text1"/>
                <w:lang w:val="ro-RO"/>
              </w:rPr>
              <w:t>ANEXA 6.2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:rsidR="00C368D4" w:rsidRPr="00AA5E67" w:rsidRDefault="00C368D4" w:rsidP="0089282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46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011" w:type="dxa"/>
            <w:vMerge w:val="restart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Ansamble și subansamble de ventilare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Aparate și utilaje de încălzire a agentului termic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Aparate și utilaje de ventilare a aerului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3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Canale de ventilare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4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Cazane și instalații auxiliare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5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Componentele electromagnetice ale mașinilor și aparatelor electrice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6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Diagnosticarea defectelor instalațiilor de gaze naturale și remedierea 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7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Distribuția gazelor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8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Exploatarea și întreținerea instalațiilor de gaze naturale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9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electrice specifice construcțiilor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10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exterioare de alimentare cu apă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11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exterioare și interioare de canalizare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12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interioare de alimentare cu apă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13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interioare de gaze naturale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14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Instalații interioare de încălzire centrală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15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hidrofuge, antiacide și de protecție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16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Izolații termice și fonice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17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Întreținerea instalațiilor specifice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18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Lucrări de întreținere în instalațiile frigorifice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19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Mașini electrice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20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Montarea, pornirea și oprirea instalațiilor frigorifice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21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Pregătirea materialelor pentru lucrări de izolații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22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Repararea instalațiilor frigorifice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23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Resurse energetice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24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Rețele de transport a agentului termic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25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Rețele exterioare de gaze naturale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26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Tehnologii moderne de sudură din domeniul instalațiilor de gaze naturale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27</w:t>
            </w:r>
          </w:p>
        </w:tc>
      </w:tr>
      <w:tr w:rsidR="0082749A" w:rsidRPr="00AA5E67" w:rsidTr="0089282E">
        <w:trPr>
          <w:trHeight w:val="20"/>
        </w:trPr>
        <w:tc>
          <w:tcPr>
            <w:tcW w:w="1217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46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011" w:type="dxa"/>
            <w:vMerge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726" w:type="dxa"/>
            <w:hideMark/>
          </w:tcPr>
          <w:p w:rsidR="0082749A" w:rsidRPr="00AA5E67" w:rsidRDefault="0082749A" w:rsidP="008F7485">
            <w:pPr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Transportul gazelor</w:t>
            </w:r>
          </w:p>
        </w:tc>
        <w:tc>
          <w:tcPr>
            <w:tcW w:w="562" w:type="dxa"/>
            <w:hideMark/>
          </w:tcPr>
          <w:p w:rsidR="0082749A" w:rsidRPr="00AA5E67" w:rsidRDefault="0082749A" w:rsidP="0089282E">
            <w:pPr>
              <w:jc w:val="center"/>
              <w:rPr>
                <w:color w:val="000000" w:themeColor="text1"/>
                <w:lang w:val="ro-RO"/>
              </w:rPr>
            </w:pPr>
            <w:r w:rsidRPr="00AA5E67">
              <w:rPr>
                <w:color w:val="000000" w:themeColor="text1"/>
                <w:lang w:val="ro-RO"/>
              </w:rPr>
              <w:t>28</w:t>
            </w:r>
          </w:p>
        </w:tc>
      </w:tr>
    </w:tbl>
    <w:p w:rsidR="001F3DB2" w:rsidRPr="00AA5E67" w:rsidRDefault="001F3DB2" w:rsidP="008F7485">
      <w:pPr>
        <w:rPr>
          <w:color w:val="000000" w:themeColor="text1"/>
          <w:lang w:val="ro-RO"/>
        </w:rPr>
      </w:pPr>
      <w:bookmarkStart w:id="1" w:name="_GoBack"/>
      <w:bookmarkEnd w:id="1"/>
    </w:p>
    <w:sectPr w:rsidR="001F3DB2" w:rsidRPr="00AA5E67" w:rsidSect="00FA498B">
      <w:footerReference w:type="default" r:id="rId8"/>
      <w:pgSz w:w="11906" w:h="16838"/>
      <w:pgMar w:top="1417" w:right="1417" w:bottom="1417" w:left="1417" w:header="708" w:footer="708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68C" w:rsidRDefault="00D9768C" w:rsidP="00D610F4">
      <w:r>
        <w:separator/>
      </w:r>
    </w:p>
  </w:endnote>
  <w:endnote w:type="continuationSeparator" w:id="0">
    <w:p w:rsidR="00D9768C" w:rsidRDefault="00D9768C" w:rsidP="00D6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198743"/>
      <w:docPartObj>
        <w:docPartGallery w:val="Page Numbers (Bottom of Page)"/>
        <w:docPartUnique/>
      </w:docPartObj>
    </w:sdtPr>
    <w:sdtEndPr/>
    <w:sdtContent>
      <w:p w:rsidR="00440306" w:rsidRDefault="00440306">
        <w:pPr>
          <w:pStyle w:val="Footer"/>
          <w:jc w:val="center"/>
        </w:pPr>
        <w:r>
          <w:rPr>
            <w:noProof/>
            <w:lang w:val="ro-RO"/>
          </w:rPr>
          <w:fldChar w:fldCharType="begin"/>
        </w:r>
        <w:r>
          <w:rPr>
            <w:noProof/>
            <w:lang w:val="ro-RO"/>
          </w:rPr>
          <w:instrText>PAGE   \* MERGEFORMAT</w:instrText>
        </w:r>
        <w:r>
          <w:rPr>
            <w:noProof/>
            <w:lang w:val="ro-RO"/>
          </w:rPr>
          <w:fldChar w:fldCharType="separate"/>
        </w:r>
        <w:r w:rsidR="00D9768C">
          <w:rPr>
            <w:noProof/>
            <w:lang w:val="ro-RO"/>
          </w:rPr>
          <w:t>136</w:t>
        </w:r>
        <w:r>
          <w:rPr>
            <w:noProof/>
            <w:lang w:val="ro-RO"/>
          </w:rPr>
          <w:fldChar w:fldCharType="end"/>
        </w:r>
      </w:p>
    </w:sdtContent>
  </w:sdt>
  <w:p w:rsidR="00440306" w:rsidRDefault="004403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68C" w:rsidRDefault="00D9768C" w:rsidP="00D610F4">
      <w:r>
        <w:separator/>
      </w:r>
    </w:p>
  </w:footnote>
  <w:footnote w:type="continuationSeparator" w:id="0">
    <w:p w:rsidR="00D9768C" w:rsidRDefault="00D9768C" w:rsidP="00D61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8BD"/>
    <w:rsid w:val="00014CEA"/>
    <w:rsid w:val="00044622"/>
    <w:rsid w:val="00054A86"/>
    <w:rsid w:val="0007395D"/>
    <w:rsid w:val="000A243B"/>
    <w:rsid w:val="000C40F4"/>
    <w:rsid w:val="000F5BA0"/>
    <w:rsid w:val="0013773B"/>
    <w:rsid w:val="00140ED5"/>
    <w:rsid w:val="001748BD"/>
    <w:rsid w:val="001A2C4E"/>
    <w:rsid w:val="001F3DB2"/>
    <w:rsid w:val="00200378"/>
    <w:rsid w:val="00207DD4"/>
    <w:rsid w:val="00247BAB"/>
    <w:rsid w:val="002648BB"/>
    <w:rsid w:val="002761FC"/>
    <w:rsid w:val="0028069A"/>
    <w:rsid w:val="003059E6"/>
    <w:rsid w:val="003323F4"/>
    <w:rsid w:val="0034138D"/>
    <w:rsid w:val="003741F7"/>
    <w:rsid w:val="00377DD6"/>
    <w:rsid w:val="003919DB"/>
    <w:rsid w:val="00440306"/>
    <w:rsid w:val="004C0942"/>
    <w:rsid w:val="004D55CB"/>
    <w:rsid w:val="00582013"/>
    <w:rsid w:val="005C20F2"/>
    <w:rsid w:val="005E2382"/>
    <w:rsid w:val="006619B8"/>
    <w:rsid w:val="00691667"/>
    <w:rsid w:val="006A68DD"/>
    <w:rsid w:val="006A7B67"/>
    <w:rsid w:val="006C7CC8"/>
    <w:rsid w:val="0075031D"/>
    <w:rsid w:val="007721B6"/>
    <w:rsid w:val="007F6C09"/>
    <w:rsid w:val="0082749A"/>
    <w:rsid w:val="00835C46"/>
    <w:rsid w:val="0084473C"/>
    <w:rsid w:val="0084604B"/>
    <w:rsid w:val="00873581"/>
    <w:rsid w:val="0089282E"/>
    <w:rsid w:val="008D4473"/>
    <w:rsid w:val="008D4C68"/>
    <w:rsid w:val="008F537A"/>
    <w:rsid w:val="008F7485"/>
    <w:rsid w:val="00914CB0"/>
    <w:rsid w:val="00947BFE"/>
    <w:rsid w:val="00983D68"/>
    <w:rsid w:val="009A35E7"/>
    <w:rsid w:val="00AA5E67"/>
    <w:rsid w:val="00AD7672"/>
    <w:rsid w:val="00B016A6"/>
    <w:rsid w:val="00B276BE"/>
    <w:rsid w:val="00B90241"/>
    <w:rsid w:val="00C368D4"/>
    <w:rsid w:val="00C760A3"/>
    <w:rsid w:val="00C852AE"/>
    <w:rsid w:val="00D13A52"/>
    <w:rsid w:val="00D417C2"/>
    <w:rsid w:val="00D610F4"/>
    <w:rsid w:val="00D93780"/>
    <w:rsid w:val="00D9768C"/>
    <w:rsid w:val="00DE0923"/>
    <w:rsid w:val="00DE1DF7"/>
    <w:rsid w:val="00E01E8F"/>
    <w:rsid w:val="00ED38E5"/>
    <w:rsid w:val="00EF5EA2"/>
    <w:rsid w:val="00F16D1C"/>
    <w:rsid w:val="00F2540E"/>
    <w:rsid w:val="00FA498B"/>
    <w:rsid w:val="00FC3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07448C-9A78-44B8-8C7B-432E0FB6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0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0F4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D610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0F4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styleId="Hyperlink">
    <w:name w:val="Hyperlink"/>
    <w:basedOn w:val="DefaultParagraphFont"/>
    <w:uiPriority w:val="99"/>
    <w:semiHidden/>
    <w:unhideWhenUsed/>
    <w:rsid w:val="008274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749A"/>
    <w:rPr>
      <w:color w:val="800080"/>
      <w:u w:val="single"/>
    </w:rPr>
  </w:style>
  <w:style w:type="paragraph" w:customStyle="1" w:styleId="msonormal0">
    <w:name w:val="msonormal"/>
    <w:basedOn w:val="Normal"/>
    <w:rsid w:val="0082749A"/>
    <w:pPr>
      <w:spacing w:before="100" w:beforeAutospacing="1" w:after="100" w:afterAutospacing="1"/>
    </w:pPr>
    <w:rPr>
      <w:sz w:val="24"/>
      <w:szCs w:val="24"/>
      <w:lang w:val="ro-RO"/>
    </w:rPr>
  </w:style>
  <w:style w:type="paragraph" w:customStyle="1" w:styleId="xl66">
    <w:name w:val="xl66"/>
    <w:basedOn w:val="Normal"/>
    <w:rsid w:val="0082749A"/>
    <w:pPr>
      <w:spacing w:before="100" w:beforeAutospacing="1" w:after="100" w:afterAutospacing="1"/>
    </w:pPr>
    <w:rPr>
      <w:rFonts w:ascii="Calibri" w:hAnsi="Calibri"/>
      <w:sz w:val="24"/>
      <w:szCs w:val="24"/>
      <w:lang w:val="ro-RO"/>
    </w:rPr>
  </w:style>
  <w:style w:type="paragraph" w:customStyle="1" w:styleId="xl67">
    <w:name w:val="xl67"/>
    <w:basedOn w:val="Normal"/>
    <w:rsid w:val="00827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  <w:lang w:val="ro-RO"/>
    </w:rPr>
  </w:style>
  <w:style w:type="paragraph" w:customStyle="1" w:styleId="xl68">
    <w:name w:val="xl68"/>
    <w:basedOn w:val="Normal"/>
    <w:rsid w:val="00827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  <w:lang w:val="ro-RO"/>
    </w:rPr>
  </w:style>
  <w:style w:type="paragraph" w:customStyle="1" w:styleId="xl69">
    <w:name w:val="xl69"/>
    <w:basedOn w:val="Normal"/>
    <w:rsid w:val="008274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  <w:lang w:val="ro-RO"/>
    </w:rPr>
  </w:style>
  <w:style w:type="paragraph" w:customStyle="1" w:styleId="xl70">
    <w:name w:val="xl70"/>
    <w:basedOn w:val="Normal"/>
    <w:rsid w:val="00827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  <w:lang w:val="ro-RO"/>
    </w:rPr>
  </w:style>
  <w:style w:type="paragraph" w:customStyle="1" w:styleId="xl71">
    <w:name w:val="xl71"/>
    <w:basedOn w:val="Normal"/>
    <w:rsid w:val="00827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82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B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FE"/>
    <w:rPr>
      <w:rFonts w:ascii="Segoe UI" w:eastAsia="Times New Roman" w:hAnsi="Segoe UI" w:cs="Segoe UI"/>
      <w:sz w:val="18"/>
      <w:szCs w:val="18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3FBEC-EC2E-4187-A176-2E87E60EF03C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A32C32B-EB49-4DAD-9A8C-10BC3A0D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40</TotalTime>
  <Pages>13</Pages>
  <Words>2889</Words>
  <Characters>16758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12</cp:revision>
  <cp:lastPrinted>2018-12-18T11:54:00Z</cp:lastPrinted>
  <dcterms:created xsi:type="dcterms:W3CDTF">2019-06-05T11:30:00Z</dcterms:created>
  <dcterms:modified xsi:type="dcterms:W3CDTF">2020-02-17T17:31:00Z</dcterms:modified>
</cp:coreProperties>
</file>